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BCBA2" w14:textId="77777777" w:rsidR="001335D6" w:rsidRDefault="001335D6" w:rsidP="001335D6">
      <w:pPr>
        <w:pStyle w:val="Default"/>
      </w:pPr>
    </w:p>
    <w:p w14:paraId="6FED9019" w14:textId="77B753A9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Justiitsministeerium</w:t>
      </w:r>
    </w:p>
    <w:p w14:paraId="4F118217" w14:textId="027E1ADC" w:rsidR="001335D6" w:rsidRDefault="00CD7283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hyperlink r:id="rId9" w:history="1">
        <w:r w:rsidR="001335D6" w:rsidRPr="009D6E91">
          <w:rPr>
            <w:rStyle w:val="Hperlink"/>
            <w:u w:color="000000"/>
            <w:shd w:val="clear" w:color="auto" w:fill="FFFFFF"/>
            <w:lang w:eastAsia="et-EE"/>
          </w:rPr>
          <w:t>info@just.ee</w:t>
        </w:r>
      </w:hyperlink>
    </w:p>
    <w:p w14:paraId="291360BE" w14:textId="3AD9171B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35582E98" w14:textId="684F8F82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257E8D37" w14:textId="77777777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4F415A0C" w14:textId="1CCA5DBC" w:rsidR="001335D6" w:rsidRDefault="00CD7283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Aruanne</w:t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  <w:t>29.02.2024</w:t>
      </w:r>
    </w:p>
    <w:p w14:paraId="42A1B946" w14:textId="25DC17A8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07844E9E" w14:textId="00B32981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744BDF66" w14:textId="32DF4BC0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Jõgeva Vallavalitsus ei ole</w:t>
      </w:r>
      <w:r w:rsidR="00CD7283">
        <w:rPr>
          <w:u w:color="000000"/>
          <w:shd w:val="clear" w:color="auto" w:fill="FFFFFF"/>
          <w:lang w:eastAsia="et-EE"/>
        </w:rPr>
        <w:t xml:space="preserve"> 2023</w:t>
      </w:r>
      <w:r>
        <w:rPr>
          <w:u w:color="000000"/>
          <w:shd w:val="clear" w:color="auto" w:fill="FFFFFF"/>
          <w:lang w:eastAsia="et-EE"/>
        </w:rPr>
        <w:t xml:space="preserve"> aasta jooksul tõestanud ühtegi toimingut.</w:t>
      </w:r>
      <w:r w:rsidR="00CD7283">
        <w:rPr>
          <w:u w:color="000000"/>
          <w:shd w:val="clear" w:color="auto" w:fill="FFFFFF"/>
          <w:lang w:eastAsia="et-EE"/>
        </w:rPr>
        <w:t xml:space="preserve"> Notariaalseid muid </w:t>
      </w:r>
      <w:bookmarkStart w:id="0" w:name="_GoBack"/>
      <w:bookmarkEnd w:id="0"/>
      <w:r w:rsidR="00CD7283">
        <w:rPr>
          <w:u w:color="000000"/>
          <w:shd w:val="clear" w:color="auto" w:fill="FFFFFF"/>
          <w:lang w:eastAsia="et-EE"/>
        </w:rPr>
        <w:t xml:space="preserve">tehinguid (enamus müügitehingud) kokku 77. </w:t>
      </w:r>
    </w:p>
    <w:p w14:paraId="5D289E34" w14:textId="30A22F19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58F59FDB" w14:textId="61255A8D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710FB96C" w14:textId="60533C22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7436C169" w14:textId="78C3FB6F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1191D93F" w14:textId="1662AD17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62970439" w14:textId="113DE819" w:rsidR="001335D6" w:rsidRPr="001335D6" w:rsidRDefault="001335D6" w:rsidP="00C1178A">
      <w:pPr>
        <w:shd w:val="clear" w:color="auto" w:fill="FFFFFF"/>
        <w:rPr>
          <w:i/>
          <w:u w:color="000000"/>
          <w:shd w:val="clear" w:color="auto" w:fill="FFFFFF"/>
          <w:lang w:eastAsia="et-EE"/>
        </w:rPr>
      </w:pPr>
      <w:r w:rsidRPr="001335D6">
        <w:rPr>
          <w:i/>
          <w:u w:color="000000"/>
          <w:shd w:val="clear" w:color="auto" w:fill="FFFFFF"/>
          <w:lang w:eastAsia="et-EE"/>
        </w:rPr>
        <w:t>(allkirjastatud digitaalselt)</w:t>
      </w:r>
    </w:p>
    <w:p w14:paraId="0EFDCC52" w14:textId="3620ABAF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1E672108" w14:textId="29A13EF7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Katre Kivi</w:t>
      </w:r>
    </w:p>
    <w:p w14:paraId="29F961C6" w14:textId="6D39AE5F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vallasekretär</w:t>
      </w:r>
    </w:p>
    <w:p w14:paraId="1B514D6F" w14:textId="70CAF8F3" w:rsidR="001335D6" w:rsidRPr="00C1178A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Jõgeva Vallavalitsus</w:t>
      </w:r>
    </w:p>
    <w:sectPr w:rsidR="001335D6" w:rsidRPr="00C1178A" w:rsidSect="0004699B">
      <w:headerReference w:type="first" r:id="rId10"/>
      <w:footerReference w:type="first" r:id="rId11"/>
      <w:pgSz w:w="11906" w:h="16838" w:code="9"/>
      <w:pgMar w:top="57" w:right="851" w:bottom="567" w:left="1701" w:header="567" w:footer="851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CF447" w14:textId="77777777" w:rsidR="006119AA" w:rsidRDefault="006119AA" w:rsidP="00F46757">
      <w:r>
        <w:separator/>
      </w:r>
    </w:p>
  </w:endnote>
  <w:endnote w:type="continuationSeparator" w:id="0">
    <w:p w14:paraId="53AF7F56" w14:textId="77777777" w:rsidR="006119AA" w:rsidRDefault="006119AA" w:rsidP="00F4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ED323" w14:textId="77777777" w:rsidR="00F46757" w:rsidRPr="00F46757" w:rsidRDefault="00F46757" w:rsidP="00F46757">
    <w:pPr>
      <w:pStyle w:val="Jalus"/>
      <w:pBdr>
        <w:left w:val="single" w:sz="8" w:space="4" w:color="0073CF"/>
      </w:pBdr>
      <w:rPr>
        <w:sz w:val="21"/>
        <w:szCs w:val="21"/>
      </w:rPr>
    </w:pPr>
    <w:r>
      <w:rPr>
        <w:sz w:val="21"/>
        <w:szCs w:val="21"/>
      </w:rPr>
      <w:t xml:space="preserve"> </w:t>
    </w:r>
    <w:r w:rsidRPr="00F46757">
      <w:rPr>
        <w:sz w:val="21"/>
        <w:szCs w:val="21"/>
      </w:rPr>
      <w:t>Suur tn 5, 48306 Jõgeva linn, Jõgeva vald  |  +372 776 6500  |  info@jogeva.ee  |  www.jõgeva.ee</w:t>
    </w:r>
  </w:p>
  <w:p w14:paraId="78A6A51A" w14:textId="77777777" w:rsidR="00F46757" w:rsidRPr="00F46757" w:rsidRDefault="00F46757" w:rsidP="00F46757">
    <w:pPr>
      <w:pStyle w:val="Jalus"/>
      <w:pBdr>
        <w:left w:val="single" w:sz="8" w:space="4" w:color="0073CF"/>
      </w:pBdr>
      <w:rPr>
        <w:sz w:val="21"/>
        <w:szCs w:val="21"/>
      </w:rPr>
    </w:pPr>
    <w:r>
      <w:rPr>
        <w:sz w:val="21"/>
        <w:szCs w:val="21"/>
      </w:rPr>
      <w:t xml:space="preserve"> </w:t>
    </w:r>
    <w:r w:rsidRPr="00F46757">
      <w:rPr>
        <w:sz w:val="21"/>
        <w:szCs w:val="21"/>
      </w:rPr>
      <w:t>Registrikood 77000401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96F1C" w14:textId="77777777" w:rsidR="006119AA" w:rsidRDefault="006119AA" w:rsidP="00F46757">
      <w:r>
        <w:separator/>
      </w:r>
    </w:p>
  </w:footnote>
  <w:footnote w:type="continuationSeparator" w:id="0">
    <w:p w14:paraId="231902CB" w14:textId="77777777" w:rsidR="006119AA" w:rsidRDefault="006119AA" w:rsidP="00F46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59F48" w14:textId="6D47B003" w:rsidR="00F46757" w:rsidRPr="00C1178A" w:rsidRDefault="00232584" w:rsidP="00510660">
    <w:pPr>
      <w:pStyle w:val="Pis"/>
      <w:tabs>
        <w:tab w:val="clear" w:pos="4536"/>
        <w:tab w:val="clear" w:pos="9072"/>
      </w:tabs>
      <w:rPr>
        <w:color w:val="FFFFFF"/>
      </w:rPr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74E831AA" wp14:editId="0AC64444">
          <wp:simplePos x="0" y="0"/>
          <wp:positionH relativeFrom="page">
            <wp:posOffset>361950</wp:posOffset>
          </wp:positionH>
          <wp:positionV relativeFrom="page">
            <wp:posOffset>504825</wp:posOffset>
          </wp:positionV>
          <wp:extent cx="2941320" cy="723900"/>
          <wp:effectExtent l="0" t="0" r="0" b="0"/>
          <wp:wrapTopAndBottom/>
          <wp:docPr id="7" name="Pilt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132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D12"/>
    <w:rsid w:val="000265F8"/>
    <w:rsid w:val="0004699B"/>
    <w:rsid w:val="000704C4"/>
    <w:rsid w:val="000A2702"/>
    <w:rsid w:val="000B608B"/>
    <w:rsid w:val="000D1EC4"/>
    <w:rsid w:val="001335D6"/>
    <w:rsid w:val="00141F0E"/>
    <w:rsid w:val="0019756D"/>
    <w:rsid w:val="00202E9D"/>
    <w:rsid w:val="00232584"/>
    <w:rsid w:val="00263464"/>
    <w:rsid w:val="00290368"/>
    <w:rsid w:val="002959D1"/>
    <w:rsid w:val="002970E5"/>
    <w:rsid w:val="002B3E31"/>
    <w:rsid w:val="00302329"/>
    <w:rsid w:val="00303E46"/>
    <w:rsid w:val="003E1303"/>
    <w:rsid w:val="003F2ED5"/>
    <w:rsid w:val="00425DA7"/>
    <w:rsid w:val="00435488"/>
    <w:rsid w:val="00446315"/>
    <w:rsid w:val="00447B37"/>
    <w:rsid w:val="004625A7"/>
    <w:rsid w:val="004972F1"/>
    <w:rsid w:val="004E7819"/>
    <w:rsid w:val="004E7DDC"/>
    <w:rsid w:val="004F1611"/>
    <w:rsid w:val="004F5F93"/>
    <w:rsid w:val="00510660"/>
    <w:rsid w:val="00573EF5"/>
    <w:rsid w:val="00596A38"/>
    <w:rsid w:val="005971DF"/>
    <w:rsid w:val="005A4AB8"/>
    <w:rsid w:val="005C7F55"/>
    <w:rsid w:val="006119AA"/>
    <w:rsid w:val="00654A22"/>
    <w:rsid w:val="00690DC7"/>
    <w:rsid w:val="006D420D"/>
    <w:rsid w:val="006D6AB3"/>
    <w:rsid w:val="006F607B"/>
    <w:rsid w:val="00714F0B"/>
    <w:rsid w:val="007424F3"/>
    <w:rsid w:val="0077188E"/>
    <w:rsid w:val="008C2147"/>
    <w:rsid w:val="008D6D2D"/>
    <w:rsid w:val="008E28EC"/>
    <w:rsid w:val="00967814"/>
    <w:rsid w:val="009B58DA"/>
    <w:rsid w:val="00A03BD0"/>
    <w:rsid w:val="00A21FB5"/>
    <w:rsid w:val="00A26DBA"/>
    <w:rsid w:val="00A6400B"/>
    <w:rsid w:val="00A70AFB"/>
    <w:rsid w:val="00A83F61"/>
    <w:rsid w:val="00AA28DF"/>
    <w:rsid w:val="00B019DE"/>
    <w:rsid w:val="00B36132"/>
    <w:rsid w:val="00B46D12"/>
    <w:rsid w:val="00BF7411"/>
    <w:rsid w:val="00BF782E"/>
    <w:rsid w:val="00C1178A"/>
    <w:rsid w:val="00C3098E"/>
    <w:rsid w:val="00C341D7"/>
    <w:rsid w:val="00C72D2F"/>
    <w:rsid w:val="00CD51EF"/>
    <w:rsid w:val="00CD539E"/>
    <w:rsid w:val="00CD7283"/>
    <w:rsid w:val="00D23979"/>
    <w:rsid w:val="00D44636"/>
    <w:rsid w:val="00D82417"/>
    <w:rsid w:val="00DC7C7A"/>
    <w:rsid w:val="00DD0073"/>
    <w:rsid w:val="00DF62F1"/>
    <w:rsid w:val="00E171EE"/>
    <w:rsid w:val="00E95123"/>
    <w:rsid w:val="00EB5134"/>
    <w:rsid w:val="00EB584D"/>
    <w:rsid w:val="00F46757"/>
    <w:rsid w:val="00F4710C"/>
    <w:rsid w:val="00F93FFB"/>
    <w:rsid w:val="00FC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B8BDDD4"/>
  <w14:defaultImageDpi w14:val="0"/>
  <w15:docId w15:val="{CCC57CA5-9750-424E-8A85-172B2CE0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Kirjaplank">
    <w:name w:val="Kirjaplank"/>
    <w:basedOn w:val="Normaallaad"/>
    <w:link w:val="KirjaplankMrk"/>
    <w:qFormat/>
    <w:rsid w:val="00FC6F2B"/>
    <w:pPr>
      <w:framePr w:wrap="around" w:vAnchor="text" w:hAnchor="text" w:y="1"/>
      <w:tabs>
        <w:tab w:val="left" w:pos="5670"/>
      </w:tabs>
    </w:pPr>
    <w:rPr>
      <w:rFonts w:ascii="Arial" w:hAnsi="Arial" w:cs="Arial"/>
      <w:color w:val="000000"/>
      <w:u w:color="0072CE"/>
      <w:shd w:val="clear" w:color="auto" w:fill="FFFFFF"/>
    </w:rPr>
  </w:style>
  <w:style w:type="character" w:customStyle="1" w:styleId="KirjaplankMrk">
    <w:name w:val="Kirjaplank Märk"/>
    <w:basedOn w:val="Liguvaikefont"/>
    <w:link w:val="Kirjaplank"/>
    <w:locked/>
    <w:rsid w:val="00FC6F2B"/>
    <w:rPr>
      <w:rFonts w:ascii="Arial" w:hAnsi="Arial" w:cs="Arial"/>
      <w:color w:val="000000"/>
      <w:sz w:val="24"/>
      <w:szCs w:val="24"/>
      <w:u w:color="0072CE"/>
    </w:rPr>
  </w:style>
  <w:style w:type="paragraph" w:styleId="Pis">
    <w:name w:val="header"/>
    <w:basedOn w:val="Normaallaad"/>
    <w:link w:val="PisMrk"/>
    <w:uiPriority w:val="99"/>
    <w:unhideWhenUsed/>
    <w:rsid w:val="00F4675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F46757"/>
    <w:rPr>
      <w:rFonts w:cs="Times New Roman"/>
    </w:rPr>
  </w:style>
  <w:style w:type="paragraph" w:styleId="Jalus">
    <w:name w:val="footer"/>
    <w:basedOn w:val="Normaallaad"/>
    <w:link w:val="JalusMrk"/>
    <w:uiPriority w:val="99"/>
    <w:unhideWhenUsed/>
    <w:rsid w:val="00F4675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F46757"/>
    <w:rPr>
      <w:rFonts w:cs="Times New Roman"/>
    </w:rPr>
  </w:style>
  <w:style w:type="character" w:styleId="Hperlink">
    <w:name w:val="Hyperlink"/>
    <w:basedOn w:val="Liguvaikefont"/>
    <w:uiPriority w:val="99"/>
    <w:unhideWhenUsed/>
    <w:rsid w:val="00F46757"/>
    <w:rPr>
      <w:rFonts w:cs="Times New Roman"/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43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ntuurtabel1">
    <w:name w:val="Kontuurtabel1"/>
    <w:basedOn w:val="Normaaltabel"/>
    <w:next w:val="Kontuurtabel"/>
    <w:uiPriority w:val="39"/>
    <w:rsid w:val="00C1178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35D6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4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fo@jus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re.Kivi\OneDrive%20-%20J&#245;geva%20vald\Dokumendid\Valla%20kiri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7e19d7b-d455-4e4c-b998-f8e48f941c7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ECEFD3791F7418ECE2B3BDEA61D21" ma:contentTypeVersion="14" ma:contentTypeDescription="Create a new document." ma:contentTypeScope="" ma:versionID="c0b45eb55d0439f34f4796610f446a6c">
  <xsd:schema xmlns:xsd="http://www.w3.org/2001/XMLSchema" xmlns:xs="http://www.w3.org/2001/XMLSchema" xmlns:p="http://schemas.microsoft.com/office/2006/metadata/properties" xmlns:ns3="e4139ff5-4f53-45de-a087-2440f9378611" xmlns:ns4="57e19d7b-d455-4e4c-b998-f8e48f941c7d" targetNamespace="http://schemas.microsoft.com/office/2006/metadata/properties" ma:root="true" ma:fieldsID="d28410b1f7899090b193c84c41f25a41" ns3:_="" ns4:_="">
    <xsd:import namespace="e4139ff5-4f53-45de-a087-2440f9378611"/>
    <xsd:import namespace="57e19d7b-d455-4e4c-b998-f8e48f941c7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39ff5-4f53-45de-a087-2440f9378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19d7b-d455-4e4c-b998-f8e48f941c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0EBB04-88E4-485D-A3F2-0CC7DB08C3AF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57e19d7b-d455-4e4c-b998-f8e48f941c7d"/>
    <ds:schemaRef ds:uri="e4139ff5-4f53-45de-a087-2440f937861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178596-4481-48E7-87C2-5EC56A2B9F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069989-67B3-4E64-AD66-E985FA5984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39ff5-4f53-45de-a087-2440f9378611"/>
    <ds:schemaRef ds:uri="57e19d7b-d455-4e4c-b998-f8e48f941c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Valla kiri</Template>
  <TotalTime>0</TotalTime>
  <Pages>1</Pages>
  <Words>47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Erki Teder</dc:creator>
  <cp:keywords/>
  <dc:description/>
  <cp:lastModifiedBy>Katre Kivi</cp:lastModifiedBy>
  <cp:revision>2</cp:revision>
  <cp:lastPrinted>2018-09-28T18:09:00Z</cp:lastPrinted>
  <dcterms:created xsi:type="dcterms:W3CDTF">2024-01-29T12:43:00Z</dcterms:created>
  <dcterms:modified xsi:type="dcterms:W3CDTF">2024-01-29T12:43:00Z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0x010100AE0ECEFD3791F7418ECE2B3BDEA61D21</vt:lpwstr>
  </property>
</Properties>
</file>